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EB54409">
              <w:rPr>
                <w:rFonts w:ascii="Times New Roman" w:hAnsi="Times New Roman"/>
                <w:sz w:val="24"/>
                <w:szCs w:val="24"/>
              </w:rPr>
              <w:t>Threod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lennutaja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2677207A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D6DFB">
              <w:rPr>
                <w:rFonts w:ascii="Times New Roman" w:hAnsi="Times New Roman"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Andreas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Kärner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3F5E6DEE" w:rsidR="004B3A7A" w:rsidRDefault="00F7479E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14.07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18.07.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317377B0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6A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A26A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62B78D27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6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E31C38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07.07.</w:t>
                </w:r>
                <w:r w:rsidR="00706F94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1881F" w14:textId="77777777" w:rsidR="00356128" w:rsidRDefault="00356128" w:rsidP="0022188E">
      <w:pPr>
        <w:spacing w:after="0" w:line="240" w:lineRule="auto"/>
      </w:pPr>
      <w:r>
        <w:separator/>
      </w:r>
    </w:p>
  </w:endnote>
  <w:endnote w:type="continuationSeparator" w:id="0">
    <w:p w14:paraId="326725CC" w14:textId="77777777" w:rsidR="00356128" w:rsidRDefault="00356128" w:rsidP="0022188E">
      <w:pPr>
        <w:spacing w:after="0" w:line="240" w:lineRule="auto"/>
      </w:pPr>
      <w:r>
        <w:continuationSeparator/>
      </w:r>
    </w:p>
  </w:endnote>
  <w:endnote w:type="continuationNotice" w:id="1">
    <w:p w14:paraId="3D0FAB84" w14:textId="77777777" w:rsidR="00356128" w:rsidRDefault="003561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ACD61" w14:textId="77777777" w:rsidR="00356128" w:rsidRDefault="00356128" w:rsidP="0022188E">
      <w:pPr>
        <w:spacing w:after="0" w:line="240" w:lineRule="auto"/>
      </w:pPr>
      <w:r>
        <w:separator/>
      </w:r>
    </w:p>
  </w:footnote>
  <w:footnote w:type="continuationSeparator" w:id="0">
    <w:p w14:paraId="7DC9D6CD" w14:textId="77777777" w:rsidR="00356128" w:rsidRDefault="00356128" w:rsidP="0022188E">
      <w:pPr>
        <w:spacing w:after="0" w:line="240" w:lineRule="auto"/>
      </w:pPr>
      <w:r>
        <w:continuationSeparator/>
      </w:r>
    </w:p>
  </w:footnote>
  <w:footnote w:type="continuationNotice" w:id="1">
    <w:p w14:paraId="64C77F83" w14:textId="77777777" w:rsidR="00356128" w:rsidRDefault="003561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56128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06F9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6651D"/>
    <w:rsid w:val="00770F5A"/>
    <w:rsid w:val="00782F9D"/>
    <w:rsid w:val="00793C61"/>
    <w:rsid w:val="00794248"/>
    <w:rsid w:val="00796BB1"/>
    <w:rsid w:val="007A0851"/>
    <w:rsid w:val="007A0ADA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45256"/>
    <w:rsid w:val="00955089"/>
    <w:rsid w:val="00957B86"/>
    <w:rsid w:val="00960404"/>
    <w:rsid w:val="00973217"/>
    <w:rsid w:val="00991E22"/>
    <w:rsid w:val="009A56DE"/>
    <w:rsid w:val="009B660E"/>
    <w:rsid w:val="009C56D2"/>
    <w:rsid w:val="009C5D1B"/>
    <w:rsid w:val="009C6C0F"/>
    <w:rsid w:val="009D257F"/>
    <w:rsid w:val="009D6DFB"/>
    <w:rsid w:val="009E0C61"/>
    <w:rsid w:val="009E2EDB"/>
    <w:rsid w:val="009E3334"/>
    <w:rsid w:val="009E3594"/>
    <w:rsid w:val="009E3D6A"/>
    <w:rsid w:val="009E6CC9"/>
    <w:rsid w:val="009E793C"/>
    <w:rsid w:val="009F47A6"/>
    <w:rsid w:val="009F5AEC"/>
    <w:rsid w:val="009F7BC9"/>
    <w:rsid w:val="00A02F5A"/>
    <w:rsid w:val="00A05603"/>
    <w:rsid w:val="00A26A71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3DB5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0A0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1CC1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6ED2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31C38"/>
    <w:rsid w:val="00E50306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79E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C3A8D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7A0ADA"/>
    <w:rsid w:val="008B5E8D"/>
    <w:rsid w:val="00945256"/>
    <w:rsid w:val="009E3D6A"/>
    <w:rsid w:val="00A053CC"/>
    <w:rsid w:val="00A24B75"/>
    <w:rsid w:val="00A27A0F"/>
    <w:rsid w:val="00AD1FD5"/>
    <w:rsid w:val="00B1519B"/>
    <w:rsid w:val="00B400D3"/>
    <w:rsid w:val="00B827B7"/>
    <w:rsid w:val="00BA0A03"/>
    <w:rsid w:val="00BC6A58"/>
    <w:rsid w:val="00BC6FFE"/>
    <w:rsid w:val="00BE491F"/>
    <w:rsid w:val="00C15F83"/>
    <w:rsid w:val="00C276F7"/>
    <w:rsid w:val="00D12E0F"/>
    <w:rsid w:val="00E46EE8"/>
    <w:rsid w:val="00E50306"/>
    <w:rsid w:val="00E75F44"/>
    <w:rsid w:val="00E776A4"/>
    <w:rsid w:val="00EA0682"/>
    <w:rsid w:val="00EF590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a7c84f88-a3ab-470e-b271-cb24560b9a57"/>
  </ds:schemaRefs>
</ds:datastoreItem>
</file>

<file path=customXml/itemProps3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(110821)%20THREOD%20SYSTEMS%20MEHITAMATA%20ÕHUSÕIDUKI%20LENNUTAMISE%20TAOTLUS.dotx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2025-07-07T14:23:00Z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